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136DE8" w:rsidRPr="00D05212" w:rsidRDefault="00124C19" w:rsidP="00124C19">
      <w:pPr>
        <w:spacing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hAnsi="Calibri" w:cs="Calibri"/>
        </w:rPr>
        <w:t>w załączeniu przekazuję tabelę uwag do raportu końcowego</w:t>
      </w:r>
      <w:r w:rsidR="00683A5D">
        <w:rPr>
          <w:rFonts w:ascii="Calibri" w:hAnsi="Calibri" w:cs="Calibri"/>
        </w:rPr>
        <w:t xml:space="preserve"> </w:t>
      </w:r>
      <w:r w:rsidR="00683A5D" w:rsidRPr="008E63D2">
        <w:rPr>
          <w:rFonts w:ascii="Calibri" w:hAnsi="Calibri" w:cs="Calibri"/>
        </w:rPr>
        <w:t>projekt</w:t>
      </w:r>
      <w:r>
        <w:rPr>
          <w:rFonts w:ascii="Calibri" w:hAnsi="Calibri" w:cs="Calibri"/>
        </w:rPr>
        <w:t>u</w:t>
      </w:r>
      <w:r w:rsidR="00683A5D" w:rsidRPr="008E63D2">
        <w:rPr>
          <w:rFonts w:ascii="Calibri" w:hAnsi="Calibri" w:cs="Calibri"/>
        </w:rPr>
        <w:t xml:space="preserve"> informatyczn</w:t>
      </w:r>
      <w:r>
        <w:rPr>
          <w:rFonts w:ascii="Calibri" w:hAnsi="Calibri" w:cs="Calibri"/>
        </w:rPr>
        <w:t>ego</w:t>
      </w:r>
      <w:r w:rsidR="00683A5D" w:rsidRPr="008E63D2">
        <w:rPr>
          <w:rFonts w:ascii="Calibri" w:hAnsi="Calibri" w:cs="Calibri"/>
        </w:rPr>
        <w:t xml:space="preserve"> pn.:</w:t>
      </w:r>
      <w:r w:rsidRPr="00124C19">
        <w:rPr>
          <w:rFonts w:ascii="Calibri" w:hAnsi="Calibri" w:cs="Calibri"/>
        </w:rPr>
        <w:t xml:space="preserve"> „</w:t>
      </w:r>
      <w:r w:rsidRPr="00124C19">
        <w:rPr>
          <w:rFonts w:ascii="Calibri" w:hAnsi="Calibri" w:cs="Calibri"/>
          <w:b/>
        </w:rPr>
        <w:t>Zintegrowana Platforma Usług Turystycznego Funduszu Gwarancyjnego</w:t>
      </w:r>
      <w:r>
        <w:rPr>
          <w:rFonts w:ascii="Calibri" w:hAnsi="Calibri" w:cs="Calibri"/>
          <w:b/>
        </w:rPr>
        <w:t>”</w:t>
      </w:r>
      <w:r w:rsidRPr="00124C19">
        <w:rPr>
          <w:rFonts w:ascii="Calibri" w:hAnsi="Calibri" w:cs="Calibri"/>
        </w:rPr>
        <w:t xml:space="preserve"> (wnioskodawca - Minister Finansów, Funduszy i Polityki Regionalnej, beneficjent - Ubezpieczeniowy Fundusz Gwarancyjny)</w:t>
      </w:r>
      <w:r w:rsidR="00D05212">
        <w:rPr>
          <w:rFonts w:ascii="Calibri" w:eastAsia="Calibri" w:hAnsi="Calibri"/>
          <w:szCs w:val="22"/>
          <w:lang w:eastAsia="en-US"/>
        </w:rPr>
        <w:t>.</w:t>
      </w:r>
    </w:p>
    <w:p w:rsidR="0033475C" w:rsidRDefault="0033475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1AA" w:rsidRDefault="001151AA">
      <w:r>
        <w:separator/>
      </w:r>
    </w:p>
  </w:endnote>
  <w:endnote w:type="continuationSeparator" w:id="0">
    <w:p w:rsidR="001151AA" w:rsidRDefault="00115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1AA" w:rsidRDefault="001151AA">
      <w:r>
        <w:separator/>
      </w:r>
    </w:p>
  </w:footnote>
  <w:footnote w:type="continuationSeparator" w:id="0">
    <w:p w:rsidR="001151AA" w:rsidRDefault="00115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6B40DB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6B40DB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DAIP.WOKRM.0102.15.1.2021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6B40DB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6B40DB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DAIP.WOKRM.0102.15.1.2021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>Warszawa,</w:t>
    </w:r>
    <w:r w:rsidR="001929B1">
      <w:t xml:space="preserve"> 15</w:t>
    </w:r>
    <w:r w:rsidR="00D05212">
      <w:t xml:space="preserve"> </w:t>
    </w:r>
    <w:r w:rsidR="001929B1">
      <w:t>lutego</w:t>
    </w:r>
    <w:r w:rsidR="00D05212">
      <w:t xml:space="preserve"> 2021</w:t>
    </w:r>
    <w:r w:rsidR="007018D3">
      <w:t xml:space="preserve"> dnia </w:t>
    </w:r>
    <w:bookmarkStart w:id="1" w:name="ezdDataPodpisu"/>
    <w:bookmarkEnd w:id="1"/>
    <w:r w:rsidR="007018D3"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1135DE"/>
    <w:rsid w:val="0011447A"/>
    <w:rsid w:val="001151AA"/>
    <w:rsid w:val="0012268A"/>
    <w:rsid w:val="00124C19"/>
    <w:rsid w:val="00136DE8"/>
    <w:rsid w:val="001929B1"/>
    <w:rsid w:val="00223CE1"/>
    <w:rsid w:val="002431C8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3A5D"/>
    <w:rsid w:val="006A5C4D"/>
    <w:rsid w:val="006B40DB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66B8C"/>
    <w:rsid w:val="008B1D7E"/>
    <w:rsid w:val="008C399F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EB2B20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29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16</cp:revision>
  <dcterms:created xsi:type="dcterms:W3CDTF">2020-11-05T20:46:00Z</dcterms:created>
  <dcterms:modified xsi:type="dcterms:W3CDTF">2021-02-15T18:28:00Z</dcterms:modified>
</cp:coreProperties>
</file>